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2E0F48E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86D3F">
        <w:rPr>
          <w:rFonts w:ascii="Corbel" w:hAnsi="Corbel"/>
          <w:i/>
          <w:smallCaps/>
          <w:sz w:val="24"/>
          <w:szCs w:val="24"/>
        </w:rPr>
        <w:t>202</w:t>
      </w:r>
      <w:r w:rsidR="00AD35CC">
        <w:rPr>
          <w:rFonts w:ascii="Corbel" w:hAnsi="Corbel"/>
          <w:i/>
          <w:smallCaps/>
          <w:sz w:val="24"/>
          <w:szCs w:val="24"/>
        </w:rPr>
        <w:t>2</w:t>
      </w:r>
      <w:r w:rsidR="00D44C78">
        <w:rPr>
          <w:rFonts w:ascii="Corbel" w:hAnsi="Corbel"/>
          <w:i/>
          <w:smallCaps/>
          <w:sz w:val="24"/>
          <w:szCs w:val="24"/>
        </w:rPr>
        <w:t>-20</w:t>
      </w:r>
      <w:r w:rsidR="00E86D3F">
        <w:rPr>
          <w:rFonts w:ascii="Corbel" w:hAnsi="Corbel"/>
          <w:i/>
          <w:smallCaps/>
          <w:sz w:val="24"/>
          <w:szCs w:val="24"/>
        </w:rPr>
        <w:t>2</w:t>
      </w:r>
      <w:r w:rsidR="00AD35CC">
        <w:rPr>
          <w:rFonts w:ascii="Corbel" w:hAnsi="Corbel"/>
          <w:i/>
          <w:smallCaps/>
          <w:sz w:val="24"/>
          <w:szCs w:val="24"/>
        </w:rPr>
        <w:t>5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1D1F138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6D3F">
        <w:rPr>
          <w:rFonts w:ascii="Corbel" w:hAnsi="Corbel"/>
          <w:sz w:val="20"/>
          <w:szCs w:val="20"/>
        </w:rPr>
        <w:t>202</w:t>
      </w:r>
      <w:r w:rsidR="00AD35CC">
        <w:rPr>
          <w:rFonts w:ascii="Corbel" w:hAnsi="Corbel"/>
          <w:sz w:val="20"/>
          <w:szCs w:val="20"/>
        </w:rPr>
        <w:t>2</w:t>
      </w:r>
      <w:r w:rsidR="00E86D3F">
        <w:rPr>
          <w:rFonts w:ascii="Corbel" w:hAnsi="Corbel"/>
          <w:sz w:val="20"/>
          <w:szCs w:val="20"/>
        </w:rPr>
        <w:t>/202</w:t>
      </w:r>
      <w:r w:rsidR="00AD35CC">
        <w:rPr>
          <w:rFonts w:ascii="Corbel" w:hAnsi="Corbel"/>
          <w:sz w:val="20"/>
          <w:szCs w:val="20"/>
        </w:rPr>
        <w:t>3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7AFA1863" w:rsidR="0085747A" w:rsidRPr="009C54AE" w:rsidRDefault="00CB34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2238E01A" w:rsidR="0085747A" w:rsidRPr="009C54AE" w:rsidRDefault="00CB34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69E7EAE7" w:rsidR="0085747A" w:rsidRPr="009C54AE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19130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1FDA886A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EC5F715" w:rsidR="00015B8F" w:rsidRPr="009C54AE" w:rsidRDefault="008627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63F858D" w:rsidR="0085747A" w:rsidRPr="00CE1005" w:rsidRDefault="00862732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489F01D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4FA677F0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5D9D525" w14:textId="06629B5A" w:rsidR="005E2D52" w:rsidRPr="009C54AE" w:rsidRDefault="005E2D5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polszczyzny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działań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(apoggio),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tekstach.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485CE3D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w trakcie zajęć, </w:t>
            </w:r>
            <w:r w:rsidR="002B0C73">
              <w:rPr>
                <w:rFonts w:ascii="Corbel" w:hAnsi="Corbel"/>
                <w:b w:val="0"/>
                <w:szCs w:val="24"/>
              </w:rPr>
              <w:t>kolokwium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D1F59CB" w:rsidR="0085747A" w:rsidRPr="009C54AE" w:rsidRDefault="008627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5AA598D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605BF7">
              <w:rPr>
                <w:rFonts w:ascii="Corbel" w:hAnsi="Corbel"/>
                <w:sz w:val="24"/>
                <w:szCs w:val="24"/>
              </w:rPr>
              <w:t>:</w:t>
            </w:r>
          </w:p>
          <w:p w14:paraId="12376A6F" w14:textId="497DB772" w:rsidR="00C61DC5" w:rsidRPr="009C54AE" w:rsidRDefault="00605B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31AB2F7" w14:textId="77777777" w:rsidR="00605BF7" w:rsidRDefault="00605B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FAD5A0" w14:textId="3597A7F1" w:rsidR="00C61DC5" w:rsidRPr="009C54AE" w:rsidRDefault="002A19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3DE56A1A" w14:textId="077DBAC9" w:rsidR="00461256" w:rsidRPr="009C54AE" w:rsidRDefault="00C61DC5" w:rsidP="00461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1256">
              <w:rPr>
                <w:rFonts w:ascii="Corbel" w:hAnsi="Corbel"/>
                <w:sz w:val="24"/>
                <w:szCs w:val="24"/>
              </w:rPr>
              <w:t>:</w:t>
            </w:r>
          </w:p>
          <w:p w14:paraId="25244D33" w14:textId="77777777" w:rsidR="00461256" w:rsidRDefault="00461256" w:rsidP="00461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7CB26AA0" w14:textId="2F10FC8E" w:rsidR="00461256" w:rsidRDefault="00461256" w:rsidP="00461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projektu działań praktycznych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(prezentacja)</w:t>
            </w:r>
          </w:p>
          <w:p w14:paraId="28006499" w14:textId="39B59E1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5A99C75" w14:textId="7FCC62CB" w:rsidR="00DC49AA" w:rsidRDefault="008627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69F4059" w14:textId="77777777" w:rsidR="00461256" w:rsidRDefault="0046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1FFC41" w14:textId="465E4501" w:rsidR="00DC49AA" w:rsidRPr="009C54AE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86273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43BD05C" w14:textId="2B953CF6" w:rsidR="0085747A" w:rsidRPr="009C54AE" w:rsidRDefault="001913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A8E3F03" w14:textId="77777777" w:rsidR="00BE5B13" w:rsidRDefault="00BE5B13" w:rsidP="00BE5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14346D" w14:textId="77777777" w:rsidR="00BE5B13" w:rsidRPr="00654B9E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>Kuziak M. 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  <w:p w14:paraId="782C075F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Lachowiecki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4C23B62E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Łastik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>
              <w:rPr>
                <w:rFonts w:ascii="Corbel" w:hAnsi="Corbel"/>
                <w:i/>
                <w:sz w:val="24"/>
                <w:szCs w:val="24"/>
              </w:rPr>
              <w:t>… 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1110E77E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508D8C03" w14:textId="77777777" w:rsidR="00BE5B13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6141349E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Przybysz-Piwko M.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Emisja głosu nauczyciela. Wybrane zagadnienia, </w:t>
            </w:r>
            <w:r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1D8C6FF6" w14:textId="77777777" w:rsidR="00BE5B13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>
              <w:rPr>
                <w:rFonts w:ascii="Corbel" w:hAnsi="Corbel"/>
                <w:sz w:val="24"/>
                <w:szCs w:val="24"/>
              </w:rPr>
              <w:t>. Wyd. „UNIVERSITAS”, Kraków 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FAFECB0" w14:textId="77777777" w:rsidR="00BE5B13" w:rsidRPr="0056550E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Toczyska B., </w:t>
            </w:r>
            <w:r w:rsidRPr="0056550E">
              <w:rPr>
                <w:rStyle w:val="wrtext"/>
                <w:rFonts w:ascii="Corbel" w:hAnsi="Corbel"/>
                <w:i/>
                <w:sz w:val="24"/>
                <w:szCs w:val="24"/>
              </w:rPr>
              <w:t>Elementarne ćwiczenia dykcji,</w:t>
            </w: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 Gdańsk 2000.</w:t>
            </w:r>
          </w:p>
          <w:p w14:paraId="7612C321" w14:textId="0B17D7E2" w:rsidR="007328D8" w:rsidRPr="00654B9E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F85A115" w14:textId="77777777" w:rsidR="00BE5B13" w:rsidRPr="008E432D" w:rsidRDefault="00BE5B13" w:rsidP="00BE5B1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481A527" w14:textId="77777777" w:rsidR="00BE5B13" w:rsidRPr="0018781E" w:rsidRDefault="00BE5B13" w:rsidP="00BE5B1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3CA9B331" w14:textId="77777777" w:rsidR="00BE5B13" w:rsidRDefault="00BE5B13" w:rsidP="00BE5B1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554C3977" w:rsidR="0018781E" w:rsidRPr="0018781E" w:rsidRDefault="00BE5B13" w:rsidP="00BE5B1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Toczyńska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Łamańce z dedykacją, czyli makaka ma Kama, </w:t>
            </w:r>
            <w:r>
              <w:rPr>
                <w:rFonts w:ascii="Corbel" w:hAnsi="Corbel"/>
                <w:sz w:val="24"/>
                <w:szCs w:val="24"/>
              </w:rPr>
              <w:t>Gdańsk 2003.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5DD6D" w14:textId="77777777" w:rsidR="006B583B" w:rsidRDefault="006B583B" w:rsidP="00C16ABF">
      <w:pPr>
        <w:spacing w:after="0" w:line="240" w:lineRule="auto"/>
      </w:pPr>
      <w:r>
        <w:separator/>
      </w:r>
    </w:p>
  </w:endnote>
  <w:endnote w:type="continuationSeparator" w:id="0">
    <w:p w14:paraId="05CFB917" w14:textId="77777777" w:rsidR="006B583B" w:rsidRDefault="006B58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68831" w14:textId="77777777" w:rsidR="006B583B" w:rsidRDefault="006B583B" w:rsidP="00C16ABF">
      <w:pPr>
        <w:spacing w:after="0" w:line="240" w:lineRule="auto"/>
      </w:pPr>
      <w:r>
        <w:separator/>
      </w:r>
    </w:p>
  </w:footnote>
  <w:footnote w:type="continuationSeparator" w:id="0">
    <w:p w14:paraId="1EE0F938" w14:textId="77777777" w:rsidR="006B583B" w:rsidRDefault="006B583B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Pr="00F46C56" w:rsidRDefault="0030395F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F46C56">
        <w:rPr>
          <w:color w:val="FF0000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280398">
    <w:abstractNumId w:val="5"/>
  </w:num>
  <w:num w:numId="2" w16cid:durableId="497962267">
    <w:abstractNumId w:val="11"/>
  </w:num>
  <w:num w:numId="3" w16cid:durableId="1952348191">
    <w:abstractNumId w:val="3"/>
  </w:num>
  <w:num w:numId="4" w16cid:durableId="1860506400">
    <w:abstractNumId w:val="13"/>
  </w:num>
  <w:num w:numId="5" w16cid:durableId="1486974472">
    <w:abstractNumId w:val="15"/>
  </w:num>
  <w:num w:numId="6" w16cid:durableId="1006127952">
    <w:abstractNumId w:val="10"/>
  </w:num>
  <w:num w:numId="7" w16cid:durableId="1838113034">
    <w:abstractNumId w:val="6"/>
  </w:num>
  <w:num w:numId="8" w16cid:durableId="972558535">
    <w:abstractNumId w:val="7"/>
  </w:num>
  <w:num w:numId="9" w16cid:durableId="2129161830">
    <w:abstractNumId w:val="9"/>
  </w:num>
  <w:num w:numId="10" w16cid:durableId="1680542339">
    <w:abstractNumId w:val="8"/>
  </w:num>
  <w:num w:numId="11" w16cid:durableId="832647054">
    <w:abstractNumId w:val="14"/>
  </w:num>
  <w:num w:numId="12" w16cid:durableId="815100864">
    <w:abstractNumId w:val="12"/>
  </w:num>
  <w:num w:numId="13" w16cid:durableId="863784382">
    <w:abstractNumId w:val="0"/>
  </w:num>
  <w:num w:numId="14" w16cid:durableId="123160911">
    <w:abstractNumId w:val="2"/>
  </w:num>
  <w:num w:numId="15" w16cid:durableId="1908370428">
    <w:abstractNumId w:val="1"/>
  </w:num>
  <w:num w:numId="16" w16cid:durableId="78527426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031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127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92F"/>
    <w:rsid w:val="0018781E"/>
    <w:rsid w:val="0019130B"/>
    <w:rsid w:val="00192F37"/>
    <w:rsid w:val="001A5B70"/>
    <w:rsid w:val="001A70D2"/>
    <w:rsid w:val="001D657B"/>
    <w:rsid w:val="001D7B54"/>
    <w:rsid w:val="001E0209"/>
    <w:rsid w:val="001E41B5"/>
    <w:rsid w:val="001F2CA2"/>
    <w:rsid w:val="00210340"/>
    <w:rsid w:val="002144C0"/>
    <w:rsid w:val="0022477D"/>
    <w:rsid w:val="002278A9"/>
    <w:rsid w:val="00232239"/>
    <w:rsid w:val="002336F9"/>
    <w:rsid w:val="0024028F"/>
    <w:rsid w:val="00244ABC"/>
    <w:rsid w:val="00281FF2"/>
    <w:rsid w:val="00284CA4"/>
    <w:rsid w:val="002857DE"/>
    <w:rsid w:val="00291567"/>
    <w:rsid w:val="002A19EC"/>
    <w:rsid w:val="002A22BF"/>
    <w:rsid w:val="002A2389"/>
    <w:rsid w:val="002A671D"/>
    <w:rsid w:val="002B0C7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6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0C3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2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365"/>
    <w:rsid w:val="004D5282"/>
    <w:rsid w:val="004E0F39"/>
    <w:rsid w:val="004E2B24"/>
    <w:rsid w:val="004E697D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696D"/>
    <w:rsid w:val="00573EF9"/>
    <w:rsid w:val="0059484D"/>
    <w:rsid w:val="005A0855"/>
    <w:rsid w:val="005A2664"/>
    <w:rsid w:val="005A3196"/>
    <w:rsid w:val="005A6A0C"/>
    <w:rsid w:val="005C080F"/>
    <w:rsid w:val="005C55E5"/>
    <w:rsid w:val="005C696A"/>
    <w:rsid w:val="005E2D52"/>
    <w:rsid w:val="005E34E6"/>
    <w:rsid w:val="005E6921"/>
    <w:rsid w:val="005E6E85"/>
    <w:rsid w:val="005F31D2"/>
    <w:rsid w:val="00605BF7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B58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5641"/>
    <w:rsid w:val="007F1652"/>
    <w:rsid w:val="007F4155"/>
    <w:rsid w:val="00814742"/>
    <w:rsid w:val="0081554D"/>
    <w:rsid w:val="0081707E"/>
    <w:rsid w:val="008449B3"/>
    <w:rsid w:val="0085052D"/>
    <w:rsid w:val="0085747A"/>
    <w:rsid w:val="00862732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2D"/>
    <w:rsid w:val="008E5448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8A3"/>
    <w:rsid w:val="00AD1146"/>
    <w:rsid w:val="00AD27D3"/>
    <w:rsid w:val="00AD32DD"/>
    <w:rsid w:val="00AD35CC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83D6A"/>
    <w:rsid w:val="00B90885"/>
    <w:rsid w:val="00BB520A"/>
    <w:rsid w:val="00BB76CA"/>
    <w:rsid w:val="00BD3869"/>
    <w:rsid w:val="00BD66E9"/>
    <w:rsid w:val="00BD6FF4"/>
    <w:rsid w:val="00BE5B13"/>
    <w:rsid w:val="00BF2C41"/>
    <w:rsid w:val="00C058B4"/>
    <w:rsid w:val="00C05F44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5089"/>
    <w:rsid w:val="00CB1638"/>
    <w:rsid w:val="00CB346B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7447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3EB5"/>
    <w:rsid w:val="00E21E7D"/>
    <w:rsid w:val="00E22FBC"/>
    <w:rsid w:val="00E24BF5"/>
    <w:rsid w:val="00E25338"/>
    <w:rsid w:val="00E478EA"/>
    <w:rsid w:val="00E51E44"/>
    <w:rsid w:val="00E574C3"/>
    <w:rsid w:val="00E63348"/>
    <w:rsid w:val="00E63FE4"/>
    <w:rsid w:val="00E72088"/>
    <w:rsid w:val="00E77E88"/>
    <w:rsid w:val="00E8107D"/>
    <w:rsid w:val="00E86D3F"/>
    <w:rsid w:val="00E960BB"/>
    <w:rsid w:val="00EA2074"/>
    <w:rsid w:val="00EA4832"/>
    <w:rsid w:val="00EA4E9D"/>
    <w:rsid w:val="00EB392F"/>
    <w:rsid w:val="00EC4899"/>
    <w:rsid w:val="00ED03AB"/>
    <w:rsid w:val="00ED32D2"/>
    <w:rsid w:val="00ED47CF"/>
    <w:rsid w:val="00EE32DE"/>
    <w:rsid w:val="00EE5457"/>
    <w:rsid w:val="00F070AB"/>
    <w:rsid w:val="00F17567"/>
    <w:rsid w:val="00F27A7B"/>
    <w:rsid w:val="00F3370B"/>
    <w:rsid w:val="00F46C56"/>
    <w:rsid w:val="00F526AF"/>
    <w:rsid w:val="00F617C3"/>
    <w:rsid w:val="00F62AFF"/>
    <w:rsid w:val="00F7066B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AEB274AD-CD88-4A17-8F1D-80EE2366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BE5B13"/>
  </w:style>
  <w:style w:type="character" w:styleId="Odwoaniedokomentarza">
    <w:name w:val="annotation reference"/>
    <w:basedOn w:val="Domylnaczcionkaakapitu"/>
    <w:uiPriority w:val="99"/>
    <w:semiHidden/>
    <w:unhideWhenUsed/>
    <w:rsid w:val="00F46C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C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C5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C5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8DEB-BCEB-4A1D-8D94-16299792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22</cp:revision>
  <cp:lastPrinted>2020-10-13T08:08:00Z</cp:lastPrinted>
  <dcterms:created xsi:type="dcterms:W3CDTF">2019-11-20T16:13:00Z</dcterms:created>
  <dcterms:modified xsi:type="dcterms:W3CDTF">2022-10-19T12:01:00Z</dcterms:modified>
</cp:coreProperties>
</file>